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73D59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553E0E" w:rsidTr="000A6887">
        <w:tc>
          <w:tcPr>
            <w:tcW w:w="10326" w:type="dxa"/>
          </w:tcPr>
          <w:p w:rsidR="00190FF9" w:rsidRPr="00553E0E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DF74C3" w:rsidRDefault="00DF74C3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3E0E" w:rsidRPr="00553E0E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D628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53E0E" w:rsidRPr="00553E0E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190FF9" w:rsidRPr="006A723B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553E0E" w:rsidRPr="00BB25D9" w:rsidRDefault="00273D59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26.03.2019 № 79</w:t>
            </w:r>
            <w:bookmarkStart w:id="0" w:name="_GoBack"/>
            <w:bookmarkEnd w:id="0"/>
          </w:p>
        </w:tc>
      </w:tr>
    </w:tbl>
    <w:p w:rsidR="003C6B3D" w:rsidRDefault="003C6B3D" w:rsidP="003C6B3D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74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985"/>
        <w:gridCol w:w="2048"/>
        <w:gridCol w:w="1214"/>
        <w:gridCol w:w="707"/>
        <w:gridCol w:w="708"/>
        <w:gridCol w:w="709"/>
        <w:gridCol w:w="709"/>
        <w:gridCol w:w="709"/>
        <w:gridCol w:w="708"/>
        <w:gridCol w:w="709"/>
        <w:gridCol w:w="1703"/>
      </w:tblGrid>
      <w:tr w:rsidR="006A723B" w:rsidTr="00B33153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</w:t>
            </w:r>
            <w:r w:rsidR="000B78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4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6A723B" w:rsidTr="00B33153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33153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74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985"/>
        <w:gridCol w:w="2048"/>
        <w:gridCol w:w="1214"/>
        <w:gridCol w:w="707"/>
        <w:gridCol w:w="708"/>
        <w:gridCol w:w="709"/>
        <w:gridCol w:w="709"/>
        <w:gridCol w:w="709"/>
        <w:gridCol w:w="708"/>
        <w:gridCol w:w="709"/>
        <w:gridCol w:w="1703"/>
      </w:tblGrid>
      <w:tr w:rsidR="006A723B" w:rsidTr="00BB25D9">
        <w:trPr>
          <w:trHeight w:val="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A723B" w:rsidTr="00BB25D9">
        <w:trPr>
          <w:cantSplit/>
          <w:trHeight w:val="216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pacing w:val="-4"/>
                <w:sz w:val="24"/>
                <w:szCs w:val="24"/>
              </w:rPr>
              <w:t>Задача. Обеспечение эффективного исполнения государственных функций в сфере реализации Программы,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284519,58185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26707,07715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30044,39678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656D2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D4022">
              <w:rPr>
                <w:rFonts w:ascii="Times New Roman" w:hAnsi="Times New Roman"/>
                <w:spacing w:val="-4"/>
                <w:sz w:val="22"/>
                <w:szCs w:val="22"/>
              </w:rPr>
              <w:t>51114,66639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57342,86616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58627,42387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 w:rsidP="001538C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 w:cs="Calibri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60683,15150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 w:rsidP="00BB25D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pacing w:val="-4"/>
                <w:sz w:val="24"/>
                <w:szCs w:val="24"/>
              </w:rPr>
              <w:t>достижение ежегодно не менее 90% запланирован</w:t>
            </w:r>
            <w:r w:rsidR="000B784E">
              <w:rPr>
                <w:rFonts w:ascii="Times New Roman" w:hAnsi="Times New Roman" w:cs="Calibri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Calibri"/>
                <w:spacing w:val="-4"/>
                <w:sz w:val="24"/>
                <w:szCs w:val="24"/>
              </w:rPr>
              <w:t>ных значений целевых индикаторов Программы; издание ежегодно не менее 1 тома книги Рязанской</w:t>
            </w:r>
            <w:r w:rsidR="000B784E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 области «Солдаты Победы. 1941-</w:t>
            </w:r>
            <w:r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 1945 гг.»</w:t>
            </w:r>
          </w:p>
        </w:tc>
      </w:tr>
      <w:tr w:rsidR="006A723B" w:rsidTr="00BB25D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министерства по делам территориальных образований и общественных объединений Рязанской области*</w:t>
            </w:r>
          </w:p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C3" w:rsidRDefault="006A723B" w:rsidP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</w:p>
          <w:p w:rsidR="006A723B" w:rsidRDefault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</w:t>
            </w:r>
          </w:p>
          <w:p w:rsidR="00DF74C3" w:rsidRDefault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делам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C3" w:rsidRDefault="006A723B" w:rsidP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</w:p>
          <w:p w:rsidR="006A723B" w:rsidRDefault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</w:t>
            </w:r>
          </w:p>
          <w:p w:rsidR="00DF74C3" w:rsidRDefault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делам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257737,38068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24097,87715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25544,17879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656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022">
              <w:rPr>
                <w:rFonts w:ascii="Times New Roman" w:hAnsi="Times New Roman"/>
                <w:sz w:val="22"/>
                <w:szCs w:val="22"/>
              </w:rPr>
              <w:t>46150,71229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52336,45974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53827,13758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55781,01513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DF74C3">
        <w:trPr>
          <w:cantSplit/>
          <w:trHeight w:val="15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Pr="00DF74C3" w:rsidRDefault="00DF74C3" w:rsidP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информацион-ной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C3" w:rsidRDefault="00DF74C3" w:rsidP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территорий и информацион-</w:t>
            </w:r>
          </w:p>
          <w:p w:rsidR="00DF74C3" w:rsidRDefault="00DF74C3" w:rsidP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ной политике Рязанской</w:t>
            </w:r>
          </w:p>
          <w:p w:rsidR="006A723B" w:rsidRPr="00DF74C3" w:rsidRDefault="00DF74C3" w:rsidP="00DF74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B25D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Организационное, материально-техническое обеспечение деятельности Общественной палаты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1289,08364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289,08364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 w:rsidP="000B784E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 w:rsidP="000B784E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 w:rsidP="000B784E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 w:rsidP="000B784E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B25D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Дополнительное профессиональное образование государственных гражданских служащих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119,92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656D2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D4022">
              <w:rPr>
                <w:rFonts w:ascii="Times New Roman" w:hAnsi="Times New Roman"/>
                <w:spacing w:val="-4"/>
                <w:sz w:val="22"/>
                <w:szCs w:val="22"/>
              </w:rPr>
              <w:t>23,56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23,76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23,76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B25D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Издание многотомной книги Рязанской области «Солдаты Победы. 1941-1945</w:t>
            </w:r>
            <w:r w:rsidR="000B784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гг.»</w:t>
            </w:r>
          </w:p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7395,4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1242,0</w:t>
            </w:r>
          </w:p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 w:rsidP="000B784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1117,8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B25D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Подготовка и проведение комплекса мероприятий по оформлению Доски Почета Рязанской области и вручение свидетельства о занесении на Доску Почета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1807,575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289,575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 w:rsidP="000B784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297,0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B25D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Социальная поддержка обучающихся на условиях договора о целевом обучении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7E3FF2" w:rsidP="007E3FF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ГКУ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72</w:t>
            </w:r>
            <w:r w:rsidR="006A723B">
              <w:rPr>
                <w:rFonts w:ascii="Times New Roman" w:hAnsi="Times New Roman"/>
                <w:spacing w:val="-4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  <w:r w:rsidR="006A723B">
              <w:rPr>
                <w:rFonts w:ascii="Times New Roman" w:hAnsi="Times New Roman"/>
                <w:spacing w:val="-4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  <w:r w:rsidR="006A723B">
              <w:rPr>
                <w:rFonts w:ascii="Times New Roman" w:hAnsi="Times New Roman"/>
                <w:spacing w:val="-4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 w:rsidP="000B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B25D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DF74C3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1.7</w:t>
            </w:r>
            <w:r w:rsidR="006A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Общественной палаты Рязанской области</w:t>
            </w:r>
          </w:p>
          <w:p w:rsidR="006A723B" w:rsidRDefault="006A723B">
            <w:pPr>
              <w:widowControl w:val="0"/>
              <w:autoSpaceDE w:val="0"/>
              <w:autoSpaceDN w:val="0"/>
              <w:ind w:left="91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по делам территориальных образований и общественных объединений Рязанской области*, </w:t>
            </w:r>
            <w:r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7E3FF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ГКУ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124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16098,22253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1474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1474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2767,87935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Pr="006656D2" w:rsidRDefault="006656D2">
            <w:pPr>
              <w:widowControl w:val="0"/>
              <w:autoSpaceDE w:val="0"/>
              <w:autoSpaceDN w:val="0"/>
              <w:ind w:left="-57" w:right="-1474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656D2">
              <w:rPr>
                <w:rFonts w:ascii="Times New Roman" w:hAnsi="Times New Roman"/>
                <w:sz w:val="24"/>
                <w:szCs w:val="24"/>
              </w:rPr>
              <w:t>3219,3941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1474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3285,64642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1474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3361,72629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0B784E" w:rsidP="003F667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3F6670">
              <w:rPr>
                <w:rFonts w:ascii="Times New Roman" w:hAnsi="Times New Roman"/>
                <w:sz w:val="24"/>
                <w:szCs w:val="24"/>
              </w:rPr>
              <w:t>3463,57637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BB25D9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284519,58185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26707,07715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6A723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30044,39678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Pr="006656D2" w:rsidRDefault="006656D2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656D2">
              <w:rPr>
                <w:rFonts w:ascii="Times New Roman" w:hAnsi="Times New Roman"/>
                <w:spacing w:val="-4"/>
                <w:sz w:val="24"/>
                <w:szCs w:val="24"/>
              </w:rPr>
              <w:t>51114,66639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57342,86616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58627,42387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723B" w:rsidRDefault="003F6670" w:rsidP="00DF74C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60683,15150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3B" w:rsidRDefault="006A72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784E" w:rsidRPr="00BB25D9" w:rsidRDefault="000B784E" w:rsidP="006A723B">
      <w:pPr>
        <w:ind w:firstLine="284"/>
        <w:jc w:val="both"/>
        <w:rPr>
          <w:rFonts w:ascii="Times New Roman" w:hAnsi="Times New Roman"/>
          <w:sz w:val="16"/>
          <w:szCs w:val="16"/>
        </w:rPr>
      </w:pPr>
      <w:r w:rsidRPr="00BB25D9">
        <w:rPr>
          <w:rFonts w:ascii="Times New Roman" w:hAnsi="Times New Roman"/>
          <w:sz w:val="16"/>
          <w:szCs w:val="16"/>
        </w:rPr>
        <w:t xml:space="preserve"> </w:t>
      </w:r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>
        <w:rPr>
          <w:rFonts w:ascii="Times New Roman" w:hAnsi="Times New Roman"/>
          <w:bCs/>
          <w:sz w:val="22"/>
          <w:szCs w:val="22"/>
        </w:rPr>
        <w:t>по делам территорий и информационной политике Рязанской области.».</w:t>
      </w:r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</w:p>
    <w:sectPr w:rsidR="006A723B" w:rsidSect="00273D59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16" w:rsidRDefault="00735716">
      <w:r>
        <w:separator/>
      </w:r>
    </w:p>
  </w:endnote>
  <w:endnote w:type="continuationSeparator" w:id="0">
    <w:p w:rsidR="00735716" w:rsidRDefault="0073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2C0D49A9" wp14:editId="14CF9072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9E513CB" wp14:editId="64353D4B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273D59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4162  27.03.2019 10:20:30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16" w:rsidRDefault="00735716">
      <w:r>
        <w:separator/>
      </w:r>
    </w:p>
  </w:footnote>
  <w:footnote w:type="continuationSeparator" w:id="0">
    <w:p w:rsidR="00735716" w:rsidRDefault="00735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0FC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0FC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73D5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1FS0qfqPdMd3iWREinlicgrL/wA=" w:salt="8VgSIIT6Nm3HTvgirx46U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7AC7"/>
    <w:rsid w:val="00020E0B"/>
    <w:rsid w:val="000331B3"/>
    <w:rsid w:val="00033413"/>
    <w:rsid w:val="00037C0C"/>
    <w:rsid w:val="000502A3"/>
    <w:rsid w:val="00053BDC"/>
    <w:rsid w:val="0005408B"/>
    <w:rsid w:val="00056DEB"/>
    <w:rsid w:val="00073A7A"/>
    <w:rsid w:val="00076D5E"/>
    <w:rsid w:val="00084DD3"/>
    <w:rsid w:val="000917C0"/>
    <w:rsid w:val="000A6887"/>
    <w:rsid w:val="000B0736"/>
    <w:rsid w:val="000B2CE2"/>
    <w:rsid w:val="000B784E"/>
    <w:rsid w:val="000D6582"/>
    <w:rsid w:val="000F4C9E"/>
    <w:rsid w:val="00103516"/>
    <w:rsid w:val="00114B94"/>
    <w:rsid w:val="00122122"/>
    <w:rsid w:val="00122CFD"/>
    <w:rsid w:val="00150523"/>
    <w:rsid w:val="00151370"/>
    <w:rsid w:val="001521AE"/>
    <w:rsid w:val="001538C2"/>
    <w:rsid w:val="00162E72"/>
    <w:rsid w:val="00172BB2"/>
    <w:rsid w:val="00175BE5"/>
    <w:rsid w:val="001850F4"/>
    <w:rsid w:val="00190FF9"/>
    <w:rsid w:val="001947BE"/>
    <w:rsid w:val="001978C8"/>
    <w:rsid w:val="001A1CA4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3761A"/>
    <w:rsid w:val="00242DDB"/>
    <w:rsid w:val="002479A2"/>
    <w:rsid w:val="0026087E"/>
    <w:rsid w:val="002615BA"/>
    <w:rsid w:val="00261DE0"/>
    <w:rsid w:val="00265420"/>
    <w:rsid w:val="00273D59"/>
    <w:rsid w:val="00274E14"/>
    <w:rsid w:val="00280A6D"/>
    <w:rsid w:val="00286ECA"/>
    <w:rsid w:val="00292827"/>
    <w:rsid w:val="002953B6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222A3"/>
    <w:rsid w:val="00360A40"/>
    <w:rsid w:val="003870C2"/>
    <w:rsid w:val="003C029C"/>
    <w:rsid w:val="003C218D"/>
    <w:rsid w:val="003C6B3D"/>
    <w:rsid w:val="003C7D0C"/>
    <w:rsid w:val="003D3B8A"/>
    <w:rsid w:val="003D3E42"/>
    <w:rsid w:val="003D54F8"/>
    <w:rsid w:val="003F4F5E"/>
    <w:rsid w:val="003F6670"/>
    <w:rsid w:val="003F6947"/>
    <w:rsid w:val="00400906"/>
    <w:rsid w:val="00411AC4"/>
    <w:rsid w:val="00417320"/>
    <w:rsid w:val="004252BC"/>
    <w:rsid w:val="0042590E"/>
    <w:rsid w:val="00433A17"/>
    <w:rsid w:val="00437F65"/>
    <w:rsid w:val="00460FEA"/>
    <w:rsid w:val="00463DDF"/>
    <w:rsid w:val="004734B7"/>
    <w:rsid w:val="00480344"/>
    <w:rsid w:val="00481B88"/>
    <w:rsid w:val="00485B4F"/>
    <w:rsid w:val="004862D1"/>
    <w:rsid w:val="004A0D3A"/>
    <w:rsid w:val="004B2D5A"/>
    <w:rsid w:val="004C5915"/>
    <w:rsid w:val="004D293D"/>
    <w:rsid w:val="004F44FE"/>
    <w:rsid w:val="005061CE"/>
    <w:rsid w:val="00512A47"/>
    <w:rsid w:val="0051781F"/>
    <w:rsid w:val="00531C68"/>
    <w:rsid w:val="00532119"/>
    <w:rsid w:val="005335F3"/>
    <w:rsid w:val="00543C38"/>
    <w:rsid w:val="00543D2D"/>
    <w:rsid w:val="00545A3D"/>
    <w:rsid w:val="00546DBB"/>
    <w:rsid w:val="00553E0E"/>
    <w:rsid w:val="00555710"/>
    <w:rsid w:val="00561A5B"/>
    <w:rsid w:val="0057074C"/>
    <w:rsid w:val="005733FB"/>
    <w:rsid w:val="00573FBF"/>
    <w:rsid w:val="00574FF3"/>
    <w:rsid w:val="00582538"/>
    <w:rsid w:val="005838EA"/>
    <w:rsid w:val="00585EE1"/>
    <w:rsid w:val="00590C0E"/>
    <w:rsid w:val="005939E6"/>
    <w:rsid w:val="005A1FA3"/>
    <w:rsid w:val="005A4227"/>
    <w:rsid w:val="005B229B"/>
    <w:rsid w:val="005B3518"/>
    <w:rsid w:val="005B510E"/>
    <w:rsid w:val="005C3731"/>
    <w:rsid w:val="005C56AE"/>
    <w:rsid w:val="005C7449"/>
    <w:rsid w:val="005D469F"/>
    <w:rsid w:val="005E6D99"/>
    <w:rsid w:val="005F2ADD"/>
    <w:rsid w:val="005F2C49"/>
    <w:rsid w:val="006013EB"/>
    <w:rsid w:val="0060479E"/>
    <w:rsid w:val="00604BE7"/>
    <w:rsid w:val="00611312"/>
    <w:rsid w:val="00616AED"/>
    <w:rsid w:val="00631BF1"/>
    <w:rsid w:val="00632A4F"/>
    <w:rsid w:val="00632B56"/>
    <w:rsid w:val="006351E3"/>
    <w:rsid w:val="00644236"/>
    <w:rsid w:val="006471E5"/>
    <w:rsid w:val="00661C32"/>
    <w:rsid w:val="006656D2"/>
    <w:rsid w:val="00671D3B"/>
    <w:rsid w:val="00684A5B"/>
    <w:rsid w:val="006A1F71"/>
    <w:rsid w:val="006A723B"/>
    <w:rsid w:val="006F328B"/>
    <w:rsid w:val="006F5886"/>
    <w:rsid w:val="00707734"/>
    <w:rsid w:val="00707E19"/>
    <w:rsid w:val="00712F7C"/>
    <w:rsid w:val="00715546"/>
    <w:rsid w:val="0072328A"/>
    <w:rsid w:val="0072372C"/>
    <w:rsid w:val="00735716"/>
    <w:rsid w:val="007377B5"/>
    <w:rsid w:val="00746CC2"/>
    <w:rsid w:val="00754711"/>
    <w:rsid w:val="00757843"/>
    <w:rsid w:val="00760323"/>
    <w:rsid w:val="00765600"/>
    <w:rsid w:val="007829B6"/>
    <w:rsid w:val="00791C9F"/>
    <w:rsid w:val="00792AAB"/>
    <w:rsid w:val="00793B47"/>
    <w:rsid w:val="007A1D0C"/>
    <w:rsid w:val="007A2A7B"/>
    <w:rsid w:val="007C0369"/>
    <w:rsid w:val="007D4925"/>
    <w:rsid w:val="007D6286"/>
    <w:rsid w:val="007E3FF2"/>
    <w:rsid w:val="007F0C8A"/>
    <w:rsid w:val="007F11AB"/>
    <w:rsid w:val="007F3E3C"/>
    <w:rsid w:val="00806FFE"/>
    <w:rsid w:val="008143CB"/>
    <w:rsid w:val="00823CA1"/>
    <w:rsid w:val="008513B9"/>
    <w:rsid w:val="00851C6B"/>
    <w:rsid w:val="008702D3"/>
    <w:rsid w:val="00870FC7"/>
    <w:rsid w:val="00876034"/>
    <w:rsid w:val="008827E7"/>
    <w:rsid w:val="008927F6"/>
    <w:rsid w:val="00893C8D"/>
    <w:rsid w:val="008A1696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22B2B"/>
    <w:rsid w:val="00932E3C"/>
    <w:rsid w:val="009461B3"/>
    <w:rsid w:val="009529CA"/>
    <w:rsid w:val="0095600E"/>
    <w:rsid w:val="009573D3"/>
    <w:rsid w:val="0096476C"/>
    <w:rsid w:val="00972CF7"/>
    <w:rsid w:val="00974AF6"/>
    <w:rsid w:val="00981D5A"/>
    <w:rsid w:val="009977FF"/>
    <w:rsid w:val="009A085B"/>
    <w:rsid w:val="009C1DE6"/>
    <w:rsid w:val="009C1F0E"/>
    <w:rsid w:val="009D3E8C"/>
    <w:rsid w:val="009E3A0E"/>
    <w:rsid w:val="009F1F04"/>
    <w:rsid w:val="00A12CA3"/>
    <w:rsid w:val="00A1314B"/>
    <w:rsid w:val="00A13160"/>
    <w:rsid w:val="00A137D3"/>
    <w:rsid w:val="00A3659D"/>
    <w:rsid w:val="00A42E3A"/>
    <w:rsid w:val="00A44A8F"/>
    <w:rsid w:val="00A51D96"/>
    <w:rsid w:val="00A901F1"/>
    <w:rsid w:val="00A96F84"/>
    <w:rsid w:val="00AB0FE5"/>
    <w:rsid w:val="00AC13DF"/>
    <w:rsid w:val="00AC23B0"/>
    <w:rsid w:val="00AC3953"/>
    <w:rsid w:val="00AC7150"/>
    <w:rsid w:val="00AE1DCA"/>
    <w:rsid w:val="00AE4166"/>
    <w:rsid w:val="00AF5F7C"/>
    <w:rsid w:val="00B01A53"/>
    <w:rsid w:val="00B02207"/>
    <w:rsid w:val="00B03403"/>
    <w:rsid w:val="00B10324"/>
    <w:rsid w:val="00B33153"/>
    <w:rsid w:val="00B376B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3DA9"/>
    <w:rsid w:val="00BB25D9"/>
    <w:rsid w:val="00BB2C98"/>
    <w:rsid w:val="00BD0B82"/>
    <w:rsid w:val="00BE2320"/>
    <w:rsid w:val="00BF4F5F"/>
    <w:rsid w:val="00C04EEB"/>
    <w:rsid w:val="00C075A4"/>
    <w:rsid w:val="00C10F12"/>
    <w:rsid w:val="00C11826"/>
    <w:rsid w:val="00C46D42"/>
    <w:rsid w:val="00C47B89"/>
    <w:rsid w:val="00C50C32"/>
    <w:rsid w:val="00C60178"/>
    <w:rsid w:val="00C61760"/>
    <w:rsid w:val="00C63CD6"/>
    <w:rsid w:val="00C87D95"/>
    <w:rsid w:val="00C9077A"/>
    <w:rsid w:val="00C95CD2"/>
    <w:rsid w:val="00CA051B"/>
    <w:rsid w:val="00CA17A0"/>
    <w:rsid w:val="00CA5DCC"/>
    <w:rsid w:val="00CB3CBE"/>
    <w:rsid w:val="00CF03D8"/>
    <w:rsid w:val="00CF2284"/>
    <w:rsid w:val="00D015D5"/>
    <w:rsid w:val="00D03D68"/>
    <w:rsid w:val="00D13F47"/>
    <w:rsid w:val="00D266DD"/>
    <w:rsid w:val="00D30614"/>
    <w:rsid w:val="00D32B04"/>
    <w:rsid w:val="00D374E7"/>
    <w:rsid w:val="00D63949"/>
    <w:rsid w:val="00D652E7"/>
    <w:rsid w:val="00D76F74"/>
    <w:rsid w:val="00D77BCF"/>
    <w:rsid w:val="00D84394"/>
    <w:rsid w:val="00D95E55"/>
    <w:rsid w:val="00D977BF"/>
    <w:rsid w:val="00DB3664"/>
    <w:rsid w:val="00DC16FB"/>
    <w:rsid w:val="00DC4A65"/>
    <w:rsid w:val="00DC4F66"/>
    <w:rsid w:val="00DF74C3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C7250"/>
    <w:rsid w:val="00ED1FDE"/>
    <w:rsid w:val="00ED2887"/>
    <w:rsid w:val="00F01317"/>
    <w:rsid w:val="00F06EFB"/>
    <w:rsid w:val="00F1529E"/>
    <w:rsid w:val="00F16F07"/>
    <w:rsid w:val="00F45975"/>
    <w:rsid w:val="00F45B7C"/>
    <w:rsid w:val="00F45FCE"/>
    <w:rsid w:val="00F9334F"/>
    <w:rsid w:val="00F96A2E"/>
    <w:rsid w:val="00F97D7F"/>
    <w:rsid w:val="00FA122C"/>
    <w:rsid w:val="00FA3B95"/>
    <w:rsid w:val="00FC1278"/>
    <w:rsid w:val="00FC17F8"/>
    <w:rsid w:val="00FC6BEA"/>
    <w:rsid w:val="00FE370D"/>
    <w:rsid w:val="00FE7735"/>
    <w:rsid w:val="00FF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8</TotalTime>
  <Pages>5</Pages>
  <Words>508</Words>
  <Characters>3868</Characters>
  <Application>Microsoft Office Word</Application>
  <DocSecurity>0</DocSecurity>
  <Lines>483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4</cp:revision>
  <cp:lastPrinted>2018-10-18T14:20:00Z</cp:lastPrinted>
  <dcterms:created xsi:type="dcterms:W3CDTF">2019-03-20T15:52:00Z</dcterms:created>
  <dcterms:modified xsi:type="dcterms:W3CDTF">2019-03-27T07:20:00Z</dcterms:modified>
</cp:coreProperties>
</file>